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223ADE88" w:rsidRDefault="00997F14" w14:paraId="6C209650" wp14:textId="487CD2C7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23ADE88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23ADE88" w:rsidR="00D8678B">
        <w:rPr>
          <w:rFonts w:ascii="Corbel" w:hAnsi="Corbel"/>
          <w:i w:val="1"/>
          <w:iCs w:val="1"/>
        </w:rPr>
        <w:t xml:space="preserve">Załącznik nr </w:t>
      </w:r>
      <w:r w:rsidRPr="223ADE88" w:rsidR="006F31E2">
        <w:rPr>
          <w:rFonts w:ascii="Corbel" w:hAnsi="Corbel"/>
          <w:i w:val="1"/>
          <w:iCs w:val="1"/>
        </w:rPr>
        <w:t>1.5</w:t>
      </w:r>
      <w:r w:rsidRPr="223ADE88" w:rsidR="00D8678B">
        <w:rPr>
          <w:rFonts w:ascii="Corbel" w:hAnsi="Corbel"/>
          <w:i w:val="1"/>
          <w:iCs w:val="1"/>
        </w:rPr>
        <w:t xml:space="preserve"> do Zarządzenia</w:t>
      </w:r>
      <w:r w:rsidRPr="223ADE88" w:rsidR="002A22BF">
        <w:rPr>
          <w:rFonts w:ascii="Corbel" w:hAnsi="Corbel"/>
          <w:i w:val="1"/>
          <w:iCs w:val="1"/>
        </w:rPr>
        <w:t xml:space="preserve"> Rektora </w:t>
      </w:r>
      <w:r w:rsidRPr="223ADE88" w:rsidR="002A22BF">
        <w:rPr>
          <w:rFonts w:ascii="Corbel" w:hAnsi="Corbel"/>
          <w:i w:val="1"/>
          <w:iCs w:val="1"/>
        </w:rPr>
        <w:t xml:space="preserve">UR </w:t>
      </w:r>
      <w:r w:rsidRPr="223ADE88" w:rsidR="00CD6897">
        <w:rPr>
          <w:rFonts w:ascii="Corbel" w:hAnsi="Corbel"/>
          <w:i w:val="1"/>
          <w:iCs w:val="1"/>
        </w:rPr>
        <w:t>nr</w:t>
      </w:r>
      <w:r w:rsidRPr="223ADE88" w:rsidR="00CD6897">
        <w:rPr>
          <w:rFonts w:ascii="Corbel" w:hAnsi="Corbel"/>
          <w:i w:val="1"/>
          <w:iCs w:val="1"/>
        </w:rPr>
        <w:t xml:space="preserve"> </w:t>
      </w:r>
      <w:r w:rsidRPr="223ADE88" w:rsidR="00F17567">
        <w:rPr>
          <w:rFonts w:ascii="Corbel" w:hAnsi="Corbel"/>
          <w:i w:val="1"/>
          <w:iCs w:val="1"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91626">
        <w:rPr>
          <w:rFonts w:ascii="Corbel" w:hAnsi="Corbel"/>
          <w:i/>
          <w:smallCaps/>
          <w:sz w:val="24"/>
          <w:szCs w:val="24"/>
        </w:rPr>
        <w:t>20</w:t>
      </w:r>
      <w:r w:rsidR="00590728">
        <w:rPr>
          <w:rFonts w:ascii="Corbel" w:hAnsi="Corbel"/>
          <w:i/>
          <w:smallCaps/>
          <w:sz w:val="24"/>
          <w:szCs w:val="24"/>
        </w:rPr>
        <w:t>2</w:t>
      </w:r>
      <w:r w:rsidR="001A5410">
        <w:rPr>
          <w:rFonts w:ascii="Corbel" w:hAnsi="Corbel"/>
          <w:i/>
          <w:smallCaps/>
          <w:sz w:val="24"/>
          <w:szCs w:val="24"/>
        </w:rPr>
        <w:t>0</w:t>
      </w:r>
      <w:r w:rsidR="004902AD">
        <w:rPr>
          <w:rFonts w:ascii="Corbel" w:hAnsi="Corbel"/>
          <w:i/>
          <w:smallCaps/>
          <w:sz w:val="24"/>
          <w:szCs w:val="24"/>
        </w:rPr>
        <w:t>-202</w:t>
      </w:r>
      <w:r w:rsidR="001A5410">
        <w:rPr>
          <w:rFonts w:ascii="Corbel" w:hAnsi="Corbel"/>
          <w:i/>
          <w:smallCaps/>
          <w:sz w:val="24"/>
          <w:szCs w:val="24"/>
        </w:rPr>
        <w:t>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276524">
        <w:rPr>
          <w:rFonts w:ascii="Corbel" w:hAnsi="Corbel"/>
          <w:sz w:val="20"/>
          <w:szCs w:val="20"/>
        </w:rPr>
        <w:t xml:space="preserve">ok akademicki   </w:t>
      </w:r>
      <w:r w:rsidR="00491626">
        <w:rPr>
          <w:rFonts w:ascii="Corbel" w:hAnsi="Corbel"/>
          <w:sz w:val="20"/>
          <w:szCs w:val="20"/>
        </w:rPr>
        <w:t>202</w:t>
      </w:r>
      <w:r w:rsidR="001A5410">
        <w:rPr>
          <w:rFonts w:ascii="Corbel" w:hAnsi="Corbel"/>
          <w:sz w:val="20"/>
          <w:szCs w:val="20"/>
        </w:rPr>
        <w:t>1</w:t>
      </w:r>
      <w:r w:rsidR="00491626">
        <w:rPr>
          <w:rFonts w:ascii="Corbel" w:hAnsi="Corbel"/>
          <w:sz w:val="20"/>
          <w:szCs w:val="20"/>
        </w:rPr>
        <w:t>/202</w:t>
      </w:r>
      <w:r w:rsidR="001A5410">
        <w:rPr>
          <w:rFonts w:ascii="Corbel" w:hAnsi="Corbel"/>
          <w:sz w:val="20"/>
          <w:szCs w:val="20"/>
        </w:rPr>
        <w:t>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1598F901" w14:paraId="770DE72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238D4" w14:paraId="4A6348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Medycyna społeczna</w:t>
            </w:r>
          </w:p>
        </w:tc>
      </w:tr>
      <w:tr xmlns:wp14="http://schemas.microsoft.com/office/word/2010/wordml" w:rsidRPr="009C54AE" w:rsidR="0085747A" w:rsidTr="1598F901" w14:paraId="21ECABB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F7227" w14:paraId="203290F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</w:t>
            </w:r>
            <w:r w:rsidR="000238D4">
              <w:rPr>
                <w:rFonts w:ascii="Corbel" w:hAnsi="Corbel"/>
                <w:b w:val="0"/>
                <w:sz w:val="24"/>
                <w:szCs w:val="24"/>
              </w:rPr>
              <w:t>[4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>]F_01-</w:t>
            </w:r>
          </w:p>
        </w:tc>
      </w:tr>
      <w:tr xmlns:wp14="http://schemas.microsoft.com/office/word/2010/wordml" w:rsidRPr="009C54AE" w:rsidR="0085747A" w:rsidTr="1598F901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0630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1598F901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06309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1598F901" w14:paraId="7A3EE13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765FB1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85747A" w:rsidTr="1598F901" w14:paraId="1CF479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1598F901" w14:paraId="020B26A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1598F901" w14:paraId="5B46901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6524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1598F901" w14:paraId="3E1D7E4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238D4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xmlns:wp14="http://schemas.microsoft.com/office/word/2010/wordml" w:rsidRPr="009C54AE" w:rsidR="0085747A" w:rsidTr="1598F901" w14:paraId="575D392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598F901" w:rsidRDefault="004902AD" w14:paraId="1DE220DE" wp14:textId="011C84B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598F901" w:rsidR="76429B53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9C54AE" w:rsidR="00923D7D" w:rsidTr="1598F901" w14:paraId="73F51518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276524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C54AE" w:rsidR="0085747A" w:rsidTr="1598F901" w14:paraId="6051E50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094A" w14:paraId="6445A9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xmlns:wp14="http://schemas.microsoft.com/office/word/2010/wordml" w:rsidRPr="009C54AE" w:rsidR="0085747A" w:rsidTr="1598F901" w14:paraId="1AD408C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F094A" w14:paraId="4ADF17A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1A5410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1A5410" w14:paraId="4C23C9B1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0238D4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7F56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C108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7F5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276524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F59F0">
        <w:rPr>
          <w:rFonts w:ascii="Corbel" w:hAnsi="Corbel" w:eastAsia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76524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xmlns:wp14="http://schemas.microsoft.com/office/word/2010/wordml" w:rsidR="009C54AE" w:rsidP="009C54AE" w:rsidRDefault="00276524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5348019A" wp14:textId="77777777">
        <w:tc>
          <w:tcPr>
            <w:tcW w:w="9670" w:type="dxa"/>
          </w:tcPr>
          <w:p w:rsidRPr="009C54AE" w:rsidR="0085747A" w:rsidP="009C54AE" w:rsidRDefault="00276524" w14:paraId="05571849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</w:p>
          <w:p w:rsidRPr="009C54AE" w:rsidR="0085747A" w:rsidP="009C54AE" w:rsidRDefault="0085747A" w14:paraId="3656B9A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EE7F56" w:rsidTr="00EE7F56" w14:paraId="5A86D2AC" wp14:textId="77777777">
        <w:tc>
          <w:tcPr>
            <w:tcW w:w="851" w:type="dxa"/>
            <w:vAlign w:val="center"/>
          </w:tcPr>
          <w:p w:rsidRPr="009C54AE" w:rsidR="00EE7F56" w:rsidP="009C54AE" w:rsidRDefault="00EE7F5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F59F0" w:rsidR="00EE7F56" w:rsidP="00925F4B" w:rsidRDefault="00EE7F56" w14:paraId="7B8B930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59F0">
              <w:rPr>
                <w:rFonts w:ascii="Corbel" w:hAnsi="Corbel"/>
                <w:b w:val="0"/>
                <w:szCs w:val="22"/>
              </w:rPr>
              <w:t>Zapoznanie audytorium z problematyką medycyny społecznej</w:t>
            </w:r>
            <w:r w:rsidRPr="003F59F0" w:rsid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xmlns:wp14="http://schemas.microsoft.com/office/word/2010/wordml" w:rsidRPr="009C54AE" w:rsidR="00EE7F56" w:rsidTr="00EE7F56" w14:paraId="2A96AAD1" wp14:textId="77777777">
        <w:tc>
          <w:tcPr>
            <w:tcW w:w="851" w:type="dxa"/>
            <w:vAlign w:val="center"/>
          </w:tcPr>
          <w:p w:rsidRPr="009C54AE" w:rsidR="00EE7F56" w:rsidP="009C54AE" w:rsidRDefault="00EE7F5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3F59F0" w:rsidR="00EE7F56" w:rsidP="00925F4B" w:rsidRDefault="00EE7F56" w14:paraId="4068BAF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59F0">
              <w:rPr>
                <w:rFonts w:ascii="Corbel" w:hAnsi="Corbel"/>
                <w:b w:val="0"/>
                <w:szCs w:val="22"/>
              </w:rPr>
              <w:t>Zainteresowanie studentów wybranymi aspektami zdrowia publicznego</w:t>
            </w:r>
            <w:r w:rsidRPr="003F59F0" w:rsid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xmlns:wp14="http://schemas.microsoft.com/office/word/2010/wordml" w:rsidRPr="009C54AE" w:rsidR="00EE7F56" w:rsidTr="00EE7F56" w14:paraId="13A9F890" wp14:textId="77777777">
        <w:tc>
          <w:tcPr>
            <w:tcW w:w="851" w:type="dxa"/>
            <w:vAlign w:val="center"/>
          </w:tcPr>
          <w:p w:rsidRPr="009C54AE" w:rsidR="00EE7F56" w:rsidP="009C54AE" w:rsidRDefault="00EE7F5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3F59F0" w:rsidR="00EE7F56" w:rsidP="00925F4B" w:rsidRDefault="00EE7F56" w14:paraId="79ED48B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59F0">
              <w:rPr>
                <w:rFonts w:ascii="Corbel" w:hAnsi="Corbel"/>
                <w:b w:val="0"/>
                <w:szCs w:val="22"/>
              </w:rPr>
              <w:t>Przedstawienie roli i znaczenia medycyny społecznej w naukach społecznych</w:t>
            </w:r>
            <w:r w:rsidRPr="003F59F0" w:rsid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EE7F56" w:rsidTr="005E6E85" w14:paraId="399779AE" wp14:textId="77777777">
        <w:tc>
          <w:tcPr>
            <w:tcW w:w="1701" w:type="dxa"/>
          </w:tcPr>
          <w:p w:rsidRPr="009C54AE" w:rsidR="00EE7F56" w:rsidP="009C54AE" w:rsidRDefault="00E5100F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EE7F5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EE7F56" w:rsidP="00E5100F" w:rsidRDefault="00972383" w14:paraId="3B23F0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tudent zna i rozumie uwarunkowania </w:t>
            </w:r>
            <w:r w:rsidR="00E5100F">
              <w:rPr>
                <w:rFonts w:ascii="Corbel" w:hAnsi="Corbel"/>
                <w:b w:val="0"/>
                <w:smallCaps w:val="0"/>
                <w:szCs w:val="24"/>
              </w:rPr>
              <w:t>społeczne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dające podstawy </w:t>
            </w:r>
            <w:r w:rsidR="00E5100F">
              <w:rPr>
                <w:rFonts w:ascii="Corbel" w:hAnsi="Corbel"/>
                <w:b w:val="0"/>
                <w:smallCaps w:val="0"/>
                <w:szCs w:val="24"/>
              </w:rPr>
              <w:t>do optymalnego funkcjonowania człowieka w środowisku</w:t>
            </w:r>
          </w:p>
        </w:tc>
        <w:tc>
          <w:tcPr>
            <w:tcW w:w="1873" w:type="dxa"/>
          </w:tcPr>
          <w:p w:rsidRPr="009C54AE" w:rsidR="00972383" w:rsidP="009C54AE" w:rsidRDefault="00972383" w14:paraId="4BB8B94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xmlns:wp14="http://schemas.microsoft.com/office/word/2010/wordml" w:rsidRPr="009C54AE" w:rsidR="00EE7F56" w:rsidTr="005E6E85" w14:paraId="597780D1" wp14:textId="77777777">
        <w:tc>
          <w:tcPr>
            <w:tcW w:w="1701" w:type="dxa"/>
          </w:tcPr>
          <w:p w:rsidRPr="009C54AE" w:rsidR="00EE7F56" w:rsidP="009C54AE" w:rsidRDefault="00EE7F5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E7F56" w:rsidP="00925F4B" w:rsidRDefault="00E5100F" w14:paraId="546F99F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>otrafi 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korzystywać zdobytą teorię  w analizowaniu procesów społecznych  odnoszących się do  pracy socjalnej</w:t>
            </w:r>
          </w:p>
          <w:p w:rsidRPr="009C54AE" w:rsidR="00EE7F56" w:rsidP="00E26030" w:rsidRDefault="00972383" w14:paraId="1482012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E5100F">
              <w:rPr>
                <w:rFonts w:ascii="Corbel" w:hAnsi="Corbel"/>
                <w:b w:val="0"/>
                <w:smallCaps w:val="0"/>
                <w:szCs w:val="24"/>
              </w:rPr>
              <w:t xml:space="preserve"> w odpowiedni sposób  dobierać  normy i reguły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w celu </w:t>
            </w:r>
            <w:r w:rsidR="00E26030">
              <w:rPr>
                <w:rFonts w:ascii="Corbel" w:hAnsi="Corbel"/>
                <w:b w:val="0"/>
                <w:smallCaps w:val="0"/>
                <w:szCs w:val="24"/>
              </w:rPr>
              <w:t xml:space="preserve">rozwiązania wybranych problemów 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>zakresu pracy socjalnej.</w:t>
            </w:r>
          </w:p>
        </w:tc>
        <w:tc>
          <w:tcPr>
            <w:tcW w:w="1873" w:type="dxa"/>
          </w:tcPr>
          <w:p w:rsidR="00972383" w:rsidP="009C54AE" w:rsidRDefault="00972383" w14:paraId="5E6EAE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:rsidR="00DA3021" w:rsidP="009C54AE" w:rsidRDefault="00DA3021" w14:paraId="4B9905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3021" w:rsidP="009C54AE" w:rsidRDefault="00DA3021" w14:paraId="1299C4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3021" w:rsidP="009C54AE" w:rsidRDefault="00DA3021" w14:paraId="4DDBEF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3021" w:rsidP="009C54AE" w:rsidRDefault="00DA3021" w14:paraId="3461D7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972383" w:rsidP="009C54AE" w:rsidRDefault="00972383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xmlns:wp14="http://schemas.microsoft.com/office/word/2010/wordml" w:rsidRPr="009C54AE" w:rsidR="00EE7F56" w:rsidTr="005E6E85" w14:paraId="6A5F3F67" wp14:textId="77777777">
        <w:tc>
          <w:tcPr>
            <w:tcW w:w="1701" w:type="dxa"/>
          </w:tcPr>
          <w:p w:rsidRPr="009C54AE" w:rsidR="00EE7F56" w:rsidP="009C54AE" w:rsidRDefault="00EE7F5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F6A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EE7F56" w:rsidP="00925F4B" w:rsidRDefault="00972383" w14:paraId="5104CE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>tudent jes</w:t>
            </w:r>
            <w:r w:rsidR="00E26030">
              <w:rPr>
                <w:rFonts w:ascii="Corbel" w:hAnsi="Corbel"/>
                <w:b w:val="0"/>
                <w:smallCaps w:val="0"/>
                <w:szCs w:val="24"/>
              </w:rPr>
              <w:t>t gotów ustosunkować się  do dylematów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etycznych w</w:t>
            </w:r>
            <w:r w:rsidR="00E26030">
              <w:rPr>
                <w:rFonts w:ascii="Corbel" w:hAnsi="Corbel"/>
                <w:b w:val="0"/>
                <w:smallCaps w:val="0"/>
                <w:szCs w:val="24"/>
              </w:rPr>
              <w:t xml:space="preserve"> oparciu o kodeks moralny</w:t>
            </w:r>
            <w:r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zawodu pracownika socjalnego.</w:t>
            </w:r>
          </w:p>
        </w:tc>
        <w:tc>
          <w:tcPr>
            <w:tcW w:w="1873" w:type="dxa"/>
          </w:tcPr>
          <w:p w:rsidRPr="009C54AE" w:rsidR="00972383" w:rsidP="009C54AE" w:rsidRDefault="00972383" w14:paraId="5B2AA1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E0DF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0FB78278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1FC39945" wp14:textId="77777777">
        <w:tc>
          <w:tcPr>
            <w:tcW w:w="9639" w:type="dxa"/>
          </w:tcPr>
          <w:p w:rsidRPr="009C54AE" w:rsidR="0085747A" w:rsidP="009C54AE" w:rsidRDefault="0085747A" w14:paraId="0562CB0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34CE0A41" wp14:textId="77777777">
        <w:tc>
          <w:tcPr>
            <w:tcW w:w="9639" w:type="dxa"/>
          </w:tcPr>
          <w:p w:rsidRPr="009C54AE" w:rsidR="0085747A" w:rsidP="009C54AE" w:rsidRDefault="0085747A" w14:paraId="62EBF3C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6D98A12B" wp14:textId="77777777">
        <w:tc>
          <w:tcPr>
            <w:tcW w:w="9639" w:type="dxa"/>
          </w:tcPr>
          <w:p w:rsidRPr="009C54AE" w:rsidR="0085747A" w:rsidP="009C54AE" w:rsidRDefault="0085747A" w14:paraId="2946DB82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5997CC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110FFD37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EE7F56" w:rsidTr="00923D7D" w14:paraId="5D90A1E1" wp14:textId="77777777">
        <w:tc>
          <w:tcPr>
            <w:tcW w:w="9639" w:type="dxa"/>
          </w:tcPr>
          <w:p w:rsidRPr="00DB1FBD" w:rsidR="00EE7F56" w:rsidP="00925F4B" w:rsidRDefault="00EE7F56" w14:paraId="158D70E3" wp14:textId="77777777">
            <w:pPr>
              <w:spacing w:after="0" w:line="240" w:lineRule="auto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 xml:space="preserve">Zakres </w:t>
            </w:r>
            <w:r w:rsidR="00E26030">
              <w:rPr>
                <w:rFonts w:ascii="Corbel" w:hAnsi="Corbel"/>
              </w:rPr>
              <w:t xml:space="preserve">i zadania medycyny społecznej </w:t>
            </w:r>
            <w:r w:rsidRPr="00DB1FBD">
              <w:rPr>
                <w:rFonts w:ascii="Corbel" w:hAnsi="Corbel"/>
              </w:rPr>
              <w:t>.</w:t>
            </w:r>
          </w:p>
        </w:tc>
      </w:tr>
      <w:tr xmlns:wp14="http://schemas.microsoft.com/office/word/2010/wordml" w:rsidRPr="009C54AE" w:rsidR="00EE7F56" w:rsidTr="00923D7D" w14:paraId="25FEB08B" wp14:textId="77777777">
        <w:tc>
          <w:tcPr>
            <w:tcW w:w="9639" w:type="dxa"/>
          </w:tcPr>
          <w:p w:rsidRPr="00DB1FBD" w:rsidR="00EE7F56" w:rsidP="00925F4B" w:rsidRDefault="00EE7F56" w14:paraId="0D70ACE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 xml:space="preserve">Pojęcie i funkcje </w:t>
            </w:r>
            <w:r w:rsidR="00E26030">
              <w:rPr>
                <w:rFonts w:ascii="Corbel" w:hAnsi="Corbel"/>
              </w:rPr>
              <w:t xml:space="preserve">zdrowia publicznego </w:t>
            </w:r>
            <w:r w:rsidRPr="00DB1FBD">
              <w:rPr>
                <w:rFonts w:ascii="Corbel" w:hAnsi="Corbel"/>
              </w:rPr>
              <w:t>.</w:t>
            </w:r>
          </w:p>
        </w:tc>
      </w:tr>
      <w:tr xmlns:wp14="http://schemas.microsoft.com/office/word/2010/wordml" w:rsidRPr="009C54AE" w:rsidR="00EE7F56" w:rsidTr="00923D7D" w14:paraId="12212B8B" wp14:textId="77777777">
        <w:tc>
          <w:tcPr>
            <w:tcW w:w="9639" w:type="dxa"/>
          </w:tcPr>
          <w:p w:rsidRPr="00DB1FBD" w:rsidR="00EE7F56" w:rsidP="00925F4B" w:rsidRDefault="00EE7F56" w14:paraId="7DDDA1B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>Zdrowi</w:t>
            </w:r>
            <w:r>
              <w:rPr>
                <w:rFonts w:ascii="Corbel" w:hAnsi="Corbel"/>
              </w:rPr>
              <w:t xml:space="preserve">e jako konstrukcja społeczna </w:t>
            </w:r>
          </w:p>
        </w:tc>
      </w:tr>
      <w:tr xmlns:wp14="http://schemas.microsoft.com/office/word/2010/wordml" w:rsidRPr="009C54AE" w:rsidR="00EE7F56" w:rsidTr="00923D7D" w14:paraId="14B16CAA" wp14:textId="77777777">
        <w:tc>
          <w:tcPr>
            <w:tcW w:w="9639" w:type="dxa"/>
          </w:tcPr>
          <w:p w:rsidRPr="00DB1FBD" w:rsidR="00EE7F56" w:rsidP="00925F4B" w:rsidRDefault="00E26030" w14:paraId="35099C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Profilaktyka zdrowotna </w:t>
            </w:r>
            <w:r w:rsidRPr="00DB1FBD" w:rsidR="00EE7F56">
              <w:rPr>
                <w:rFonts w:ascii="Corbel" w:hAnsi="Corbel"/>
              </w:rPr>
              <w:t>,</w:t>
            </w:r>
          </w:p>
        </w:tc>
      </w:tr>
      <w:tr xmlns:wp14="http://schemas.microsoft.com/office/word/2010/wordml" w:rsidRPr="009C54AE" w:rsidR="00EE7F56" w:rsidTr="00923D7D" w14:paraId="63A6F1BA" wp14:textId="77777777">
        <w:tc>
          <w:tcPr>
            <w:tcW w:w="9639" w:type="dxa"/>
          </w:tcPr>
          <w:p w:rsidRPr="00DB1FBD" w:rsidR="00EE7F56" w:rsidP="00925F4B" w:rsidRDefault="00E26030" w14:paraId="1FF22F8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Pojęcie medycyny rodzinnej </w:t>
            </w:r>
            <w:r w:rsidRPr="00DB1FBD" w:rsidR="00EE7F56">
              <w:rPr>
                <w:rFonts w:ascii="Corbel" w:hAnsi="Corbel"/>
              </w:rPr>
              <w:t>,</w:t>
            </w:r>
          </w:p>
        </w:tc>
      </w:tr>
      <w:tr xmlns:wp14="http://schemas.microsoft.com/office/word/2010/wordml" w:rsidRPr="009C54AE" w:rsidR="00EE7F56" w:rsidTr="00923D7D" w14:paraId="30DFF7F4" wp14:textId="77777777">
        <w:tc>
          <w:tcPr>
            <w:tcW w:w="9639" w:type="dxa"/>
          </w:tcPr>
          <w:p w:rsidRPr="00DB1FBD" w:rsidR="00EE7F56" w:rsidP="00925F4B" w:rsidRDefault="00EE7F56" w14:paraId="4EDB1E0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 xml:space="preserve">Pojęcie </w:t>
            </w:r>
            <w:r w:rsidR="00E26030">
              <w:rPr>
                <w:rFonts w:ascii="Corbel" w:hAnsi="Corbel"/>
              </w:rPr>
              <w:t xml:space="preserve">medycyny pracy </w:t>
            </w:r>
            <w:r w:rsidRPr="00DB1FBD">
              <w:rPr>
                <w:rFonts w:ascii="Corbel" w:hAnsi="Corbel"/>
              </w:rPr>
              <w:t>,</w:t>
            </w:r>
          </w:p>
        </w:tc>
      </w:tr>
      <w:tr xmlns:wp14="http://schemas.microsoft.com/office/word/2010/wordml" w:rsidRPr="009C54AE" w:rsidR="00EE7F56" w:rsidTr="00923D7D" w14:paraId="010C92C0" wp14:textId="77777777">
        <w:tc>
          <w:tcPr>
            <w:tcW w:w="9639" w:type="dxa"/>
          </w:tcPr>
          <w:p w:rsidRPr="00DB1FBD" w:rsidR="00EE7F56" w:rsidP="00925F4B" w:rsidRDefault="00EE7F56" w14:paraId="785AB5B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Sta</w:t>
            </w:r>
            <w:r w:rsidR="00E26030">
              <w:rPr>
                <w:rFonts w:ascii="Corbel" w:hAnsi="Corbel"/>
              </w:rPr>
              <w:t xml:space="preserve">n zdrowia dzieci i młodzieży </w:t>
            </w:r>
            <w:r w:rsidRPr="00DB1FBD">
              <w:rPr>
                <w:rFonts w:ascii="Corbel" w:hAnsi="Corbel"/>
              </w:rPr>
              <w:t>.</w:t>
            </w:r>
          </w:p>
        </w:tc>
      </w:tr>
      <w:tr xmlns:wp14="http://schemas.microsoft.com/office/word/2010/wordml" w:rsidRPr="009C54AE" w:rsidR="00EE7F56" w:rsidTr="00923D7D" w14:paraId="2976EF2A" wp14:textId="77777777">
        <w:tc>
          <w:tcPr>
            <w:tcW w:w="9639" w:type="dxa"/>
          </w:tcPr>
          <w:p w:rsidRPr="00DB1FBD" w:rsidR="00EE7F56" w:rsidP="00925F4B" w:rsidRDefault="00EE7F56" w14:paraId="75CFB39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Stan zdrowia osób starszych </w:t>
            </w:r>
          </w:p>
        </w:tc>
      </w:tr>
      <w:tr xmlns:wp14="http://schemas.microsoft.com/office/word/2010/wordml" w:rsidRPr="009C54AE" w:rsidR="00EE7F56" w:rsidTr="00923D7D" w14:paraId="301EA940" wp14:textId="77777777">
        <w:tc>
          <w:tcPr>
            <w:tcW w:w="9639" w:type="dxa"/>
          </w:tcPr>
          <w:p w:rsidRPr="00DB1FBD" w:rsidR="00EE7F56" w:rsidP="00925F4B" w:rsidRDefault="00EE7F56" w14:paraId="0659F0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lastRenderedPageBreak/>
              <w:t>Czynniki ryzyka i skutki zdrowot</w:t>
            </w:r>
            <w:r w:rsidR="00E26030">
              <w:rPr>
                <w:rFonts w:ascii="Corbel" w:hAnsi="Corbel"/>
              </w:rPr>
              <w:t xml:space="preserve">ne zanieczyszczeń środowiska </w:t>
            </w:r>
            <w:r w:rsidRPr="00DB1FBD">
              <w:rPr>
                <w:rFonts w:ascii="Corbel" w:hAnsi="Corbel"/>
              </w:rPr>
              <w:t>.,</w:t>
            </w:r>
          </w:p>
        </w:tc>
      </w:tr>
      <w:tr xmlns:wp14="http://schemas.microsoft.com/office/word/2010/wordml" w:rsidRPr="009C54AE" w:rsidR="00EE7F56" w:rsidTr="00923D7D" w14:paraId="78C93574" wp14:textId="77777777">
        <w:tc>
          <w:tcPr>
            <w:tcW w:w="9639" w:type="dxa"/>
          </w:tcPr>
          <w:p w:rsidRPr="00DB1FBD" w:rsidR="00EE7F56" w:rsidP="00925F4B" w:rsidRDefault="00EE7F56" w14:paraId="0757BB5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B1FBD">
              <w:rPr>
                <w:rFonts w:ascii="Corbel" w:hAnsi="Corbel"/>
              </w:rPr>
              <w:t>Sys</w:t>
            </w:r>
            <w:r w:rsidR="00E26030">
              <w:rPr>
                <w:rFonts w:ascii="Corbel" w:hAnsi="Corbel"/>
              </w:rPr>
              <w:t xml:space="preserve">tem ochrony zdrowia w Polsce </w:t>
            </w:r>
            <w:r w:rsidRPr="00DB1FBD">
              <w:rPr>
                <w:rFonts w:ascii="Corbel" w:hAnsi="Corbel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1A5410" w:rsidP="001A5410" w:rsidRDefault="001A5410" w14:paraId="3FE9F23F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xmlns:wp14="http://schemas.microsoft.com/office/word/2010/wordml" w:rsidRPr="00153C41" w:rsidR="0085747A" w:rsidP="001A5410" w:rsidRDefault="00153C41" w14:paraId="4FB04D35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="00E960BB" w:rsidP="009C54AE" w:rsidRDefault="00E960BB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3F59F0" w:rsidTr="00C05F44" w14:paraId="3711A4BD" wp14:textId="77777777">
        <w:tc>
          <w:tcPr>
            <w:tcW w:w="1985" w:type="dxa"/>
          </w:tcPr>
          <w:p w:rsidRPr="009C54AE" w:rsidR="003F59F0" w:rsidP="009C54AE" w:rsidRDefault="003F59F0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F59F0" w:rsidP="00925F4B" w:rsidRDefault="003F59F0" w14:paraId="056717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podstawie obserwacji w trakcie zajęć:</w:t>
            </w:r>
          </w:p>
          <w:p w:rsidRPr="00C472DD" w:rsidR="003F59F0" w:rsidP="00925F4B" w:rsidRDefault="003F59F0" w14:paraId="315A37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1.  analizy tekstu</w:t>
            </w:r>
          </w:p>
        </w:tc>
        <w:tc>
          <w:tcPr>
            <w:tcW w:w="2126" w:type="dxa"/>
            <w:vMerge w:val="restart"/>
          </w:tcPr>
          <w:p w:rsidRPr="009C54AE" w:rsidR="003F59F0" w:rsidP="009C54AE" w:rsidRDefault="003F59F0" w14:paraId="3A80CB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F59F0" w:rsidTr="00C05F44" w14:paraId="35D036E6" wp14:textId="77777777">
        <w:tc>
          <w:tcPr>
            <w:tcW w:w="1985" w:type="dxa"/>
          </w:tcPr>
          <w:p w:rsidRPr="009C54AE" w:rsidR="003F59F0" w:rsidP="009C54AE" w:rsidRDefault="003F59F0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472DD" w:rsidR="003F59F0" w:rsidP="00925F4B" w:rsidRDefault="003F59F0" w14:paraId="4FD8FD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2. wzajemnie zadawanych pytań w grupie </w:t>
            </w:r>
            <w:r w:rsidRPr="00C472DD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2126" w:type="dxa"/>
            <w:vMerge/>
          </w:tcPr>
          <w:p w:rsidRPr="009C54AE" w:rsidR="003F59F0" w:rsidP="009C54AE" w:rsidRDefault="003F59F0" w14:paraId="23DE523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9C54AE" w:rsidR="003F59F0" w:rsidTr="00C05F44" w14:paraId="53A28DB7" wp14:textId="77777777">
        <w:tc>
          <w:tcPr>
            <w:tcW w:w="1985" w:type="dxa"/>
          </w:tcPr>
          <w:p w:rsidRPr="009C54AE" w:rsidR="003F59F0" w:rsidP="009C54AE" w:rsidRDefault="003F59F0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C472DD" w:rsidR="003F59F0" w:rsidP="00925F4B" w:rsidRDefault="003F59F0" w14:paraId="5D5AE92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3.</w:t>
            </w:r>
            <w:r w:rsidRPr="00C472DD">
              <w:rPr>
                <w:rFonts w:ascii="Corbel" w:hAnsi="Corbel"/>
                <w:b w:val="0"/>
                <w:sz w:val="22"/>
              </w:rPr>
              <w:t xml:space="preserve"> sumy aktywności na wszystkich zajęciach.</w:t>
            </w:r>
          </w:p>
        </w:tc>
        <w:tc>
          <w:tcPr>
            <w:tcW w:w="2126" w:type="dxa"/>
            <w:vMerge/>
          </w:tcPr>
          <w:p w:rsidRPr="009C54AE" w:rsidR="003F59F0" w:rsidP="009C54AE" w:rsidRDefault="003F59F0" w14:paraId="52E562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xmlns:wp14="http://schemas.microsoft.com/office/word/2010/wordml" w:rsidRPr="009C54AE" w:rsidR="00923D7D" w:rsidP="009C54AE" w:rsidRDefault="00923D7D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043CB0F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76D624A3" wp14:textId="77777777">
        <w:tc>
          <w:tcPr>
            <w:tcW w:w="9670" w:type="dxa"/>
          </w:tcPr>
          <w:p w:rsidR="00EE7F56" w:rsidP="00EE7F56" w:rsidRDefault="00EE7F56" w14:paraId="02FBFF04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B5F00">
              <w:rPr>
                <w:b w:val="0"/>
                <w:sz w:val="22"/>
              </w:rPr>
              <w:t xml:space="preserve">Zaliczenie: </w:t>
            </w:r>
          </w:p>
          <w:p w:rsidR="00EE7F56" w:rsidP="00EE7F56" w:rsidRDefault="00EE7F56" w14:paraId="3BC8C959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B5F00">
              <w:rPr>
                <w:b w:val="0"/>
                <w:sz w:val="22"/>
              </w:rPr>
              <w:t>ndst. – Brak znajomości tekstów na zajęcia</w:t>
            </w:r>
            <w:r>
              <w:rPr>
                <w:b w:val="0"/>
                <w:sz w:val="22"/>
              </w:rPr>
              <w:t>ch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="00EE7F56" w:rsidP="00EE7F56" w:rsidRDefault="00EE7F56" w14:paraId="50142897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B5F00">
              <w:rPr>
                <w:b w:val="0"/>
                <w:sz w:val="22"/>
              </w:rPr>
              <w:t>dst – Minimalny udział w dyskusji</w:t>
            </w:r>
            <w:r>
              <w:rPr>
                <w:b w:val="0"/>
                <w:sz w:val="22"/>
              </w:rPr>
              <w:t xml:space="preserve"> Grupowej </w:t>
            </w:r>
            <w:r w:rsidRPr="002B5F00">
              <w:rPr>
                <w:b w:val="0"/>
                <w:sz w:val="22"/>
              </w:rPr>
              <w:t>wypowiedzi z licznymi błędami</w:t>
            </w:r>
            <w:r>
              <w:rPr>
                <w:b w:val="0"/>
                <w:sz w:val="22"/>
              </w:rPr>
              <w:t xml:space="preserve"> (zadanie przynajmniej jednego pytania i udzielenie jednej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="00EE7F56" w:rsidP="00EE7F56" w:rsidRDefault="00EE7F56" w14:paraId="014822F0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B5F00">
              <w:rPr>
                <w:b w:val="0"/>
                <w:sz w:val="22"/>
              </w:rPr>
              <w:t>db – zadawalający udział w dyskusji, wypowiedzi z drobnymi błędami</w:t>
            </w:r>
            <w:r>
              <w:rPr>
                <w:b w:val="0"/>
                <w:sz w:val="22"/>
              </w:rPr>
              <w:t xml:space="preserve"> (zadawanie kilku pytań i udzielanie kilku odpowiedzi na każdych zajęciach)</w:t>
            </w:r>
            <w:r w:rsidRPr="002B5F00">
              <w:rPr>
                <w:b w:val="0"/>
                <w:sz w:val="22"/>
              </w:rPr>
              <w:t xml:space="preserve">, </w:t>
            </w:r>
          </w:p>
          <w:p w:rsidRPr="009C54AE" w:rsidR="0085747A" w:rsidP="009C54AE" w:rsidRDefault="00EE7F56" w14:paraId="6E76A13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5F00">
              <w:rPr>
                <w:b w:val="0"/>
                <w:sz w:val="22"/>
              </w:rPr>
              <w:t>bdb – wysoka aktywność na zajęciach, liczne wypowiedzi z nielicznymi drobnymi uchybieniami</w:t>
            </w:r>
            <w:r>
              <w:rPr>
                <w:b w:val="0"/>
                <w:sz w:val="22"/>
              </w:rPr>
              <w:t xml:space="preserve"> (Prezentowanie podczas dyskusji dodatkowej wiedzy z omawianego tematu).</w:t>
            </w:r>
          </w:p>
        </w:tc>
      </w:tr>
    </w:tbl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247FDA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EE7F56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5D8EB871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EE7F56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C61DC5" w:rsidTr="00923D7D" w14:paraId="064B8EE7" wp14:textId="77777777">
        <w:tc>
          <w:tcPr>
            <w:tcW w:w="4962" w:type="dxa"/>
          </w:tcPr>
          <w:p w:rsidRPr="009C54AE" w:rsidR="00C61DC5" w:rsidP="009C54AE" w:rsidRDefault="00C61DC5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E7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EE7F56" w14:paraId="526D80A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xmlns:wp14="http://schemas.microsoft.com/office/word/2010/wordml" w:rsidRPr="009C54AE" w:rsidR="0085747A" w:rsidTr="00923D7D" w14:paraId="4D6280A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EE7F56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EE7F56" w14:paraId="78E884C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70DF9E5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03F1AD40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E7F56" w14:paraId="6453D0B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xmlns:wp14="http://schemas.microsoft.com/office/word/2010/wordml" w:rsidRPr="009C54AE" w:rsidR="0085747A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E7F56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44E871B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44A5D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71620A" w14:paraId="171D2567" wp14:textId="77777777">
        <w:trPr>
          <w:trHeight w:val="397"/>
        </w:trPr>
        <w:tc>
          <w:tcPr>
            <w:tcW w:w="7513" w:type="dxa"/>
          </w:tcPr>
          <w:p w:rsidRPr="00590728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07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26030" w:rsidP="00E26030" w:rsidRDefault="00E26030" w14:paraId="02497529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spellingerror"/>
                <w:rFonts w:ascii="Corbel" w:hAnsi="Corbel" w:cs="Segoe UI"/>
              </w:rPr>
              <w:t>Blaxter</w:t>
            </w:r>
            <w:r>
              <w:rPr>
                <w:rStyle w:val="normaltextrun"/>
                <w:rFonts w:ascii="Corbel" w:hAnsi="Corbel" w:cs="Segoe UI"/>
              </w:rPr>
              <w:t xml:space="preserve"> M.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Zdrowie. </w:t>
            </w:r>
            <w:r>
              <w:rPr>
                <w:rStyle w:val="normaltextrun"/>
                <w:rFonts w:ascii="Corbel" w:hAnsi="Corbel" w:cs="Segoe UI"/>
              </w:rPr>
              <w:t>Warszawa: Sic!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E26030" w:rsidP="00E26030" w:rsidRDefault="00E26030" w14:paraId="4F6F30CE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Czupryna A., </w:t>
            </w:r>
            <w:r>
              <w:rPr>
                <w:rStyle w:val="spellingerror"/>
                <w:rFonts w:ascii="Corbel" w:hAnsi="Corbel" w:cs="Segoe UI"/>
              </w:rPr>
              <w:t>Kissimowska</w:t>
            </w:r>
            <w:r>
              <w:rPr>
                <w:rStyle w:val="normaltextrun"/>
                <w:rFonts w:ascii="Corbel" w:hAnsi="Corbel" w:cs="Segoe UI"/>
              </w:rPr>
              <w:t xml:space="preserve">-Skarbek K. (2000). (red.).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Zdrowie publiczne. Wybrane zagadnienia</w:t>
            </w:r>
            <w:r>
              <w:rPr>
                <w:rStyle w:val="normaltextrun"/>
                <w:rFonts w:ascii="Corbel" w:hAnsi="Corbel" w:cs="Segoe UI"/>
              </w:rPr>
              <w:t xml:space="preserve">, t. 1, Kraków: </w:t>
            </w:r>
            <w:r>
              <w:rPr>
                <w:rStyle w:val="spellingerror"/>
                <w:rFonts w:ascii="Corbel" w:hAnsi="Corbel" w:cs="Segoe UI"/>
              </w:rPr>
              <w:t>Vesalius</w:t>
            </w:r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E26030" w:rsidP="00E26030" w:rsidRDefault="00E26030" w14:paraId="13CDAD3B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Kulik B. T.(red.).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Zdrowie publiczne: podręcznik dla studentów i absolwentów wydziału pielęgniarstwa i nauk o zdrowiu akademii medycznych. </w:t>
            </w:r>
            <w:r>
              <w:rPr>
                <w:rStyle w:val="normaltextrun"/>
                <w:rFonts w:ascii="Corbel" w:hAnsi="Corbel" w:cs="Segoe UI"/>
              </w:rPr>
              <w:t xml:space="preserve">Lublin: </w:t>
            </w:r>
            <w:r>
              <w:rPr>
                <w:rStyle w:val="spellingerror"/>
                <w:rFonts w:ascii="Corbel" w:hAnsi="Corbel" w:cs="Segoe UI"/>
              </w:rPr>
              <w:t>Czelej</w:t>
            </w:r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E26030" w:rsidP="00E26030" w:rsidRDefault="00E26030" w14:paraId="14301D6A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spellingerror"/>
                <w:rFonts w:ascii="Corbel" w:hAnsi="Corbel" w:cs="Segoe UI"/>
              </w:rPr>
              <w:t>Leowski</w:t>
            </w:r>
            <w:r>
              <w:rPr>
                <w:rStyle w:val="normaltextrun"/>
                <w:rFonts w:ascii="Corbel" w:hAnsi="Corbel" w:cs="Segoe UI"/>
              </w:rPr>
              <w:t xml:space="preserve"> J. (2009).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zdrowotna a zdrowie publiczne: ochrona zdrowia w gospodarce rynkowej</w:t>
            </w:r>
            <w:r>
              <w:rPr>
                <w:rStyle w:val="normaltextrun"/>
                <w:rFonts w:ascii="Corbel" w:hAnsi="Corbel" w:cs="Segoe UI"/>
              </w:rPr>
              <w:t xml:space="preserve">, Warszawa: </w:t>
            </w:r>
            <w:r>
              <w:rPr>
                <w:rStyle w:val="spellingerror"/>
                <w:rFonts w:ascii="Corbel" w:hAnsi="Corbel" w:cs="Segoe UI"/>
              </w:rPr>
              <w:t>CeDeWu</w:t>
            </w:r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eastAsia="Calibri" w:cs="Segoe UI"/>
              </w:rPr>
              <w:t xml:space="preserve"> </w:t>
            </w:r>
          </w:p>
          <w:p w:rsidR="00E26030" w:rsidP="00E26030" w:rsidRDefault="00E26030" w14:paraId="43CEF527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Siemiński M. (2007).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Środowiskowe zagrożenia zdrowia</w:t>
            </w:r>
            <w:r>
              <w:rPr>
                <w:rStyle w:val="normaltextrun"/>
                <w:rFonts w:ascii="Corbel" w:hAnsi="Corbel" w:cs="Segoe UI"/>
              </w:rPr>
              <w:t xml:space="preserve">: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inne wyzwania</w:t>
            </w:r>
            <w:r>
              <w:rPr>
                <w:rStyle w:val="normaltextrun"/>
                <w:rFonts w:ascii="Corbel" w:hAnsi="Corbel" w:cs="Segoe UI"/>
              </w:rPr>
              <w:t xml:space="preserve"> Warszawa: Wydawnictwo Naukowe PWN.</w:t>
            </w:r>
            <w:r>
              <w:rPr>
                <w:rStyle w:val="eop"/>
                <w:rFonts w:ascii="Corbel" w:hAnsi="Corbel" w:eastAsia="Calibri" w:cs="Segoe UI"/>
                <w:b/>
                <w:bCs/>
                <w:smallCaps/>
              </w:rPr>
              <w:t xml:space="preserve"> </w:t>
            </w:r>
          </w:p>
          <w:p w:rsidR="00E26030" w:rsidP="00E26030" w:rsidRDefault="00E26030" w14:paraId="43374B4A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spellingerror"/>
                <w:rFonts w:ascii="Corbel" w:hAnsi="Corbel" w:cs="Segoe UI"/>
              </w:rPr>
              <w:t>Sygit</w:t>
            </w:r>
            <w:r>
              <w:rPr>
                <w:rStyle w:val="normaltextrun"/>
                <w:rFonts w:ascii="Corbel" w:hAnsi="Corbel" w:cs="Segoe UI"/>
              </w:rPr>
              <w:t xml:space="preserve"> M.,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Zdrowie publiczne.</w:t>
            </w:r>
            <w:r>
              <w:rPr>
                <w:rStyle w:val="normaltextrun"/>
                <w:rFonts w:ascii="Corbel" w:hAnsi="Corbel" w:cs="Segoe UI"/>
              </w:rPr>
              <w:t xml:space="preserve"> Warszawa: Wolters Kluwer Polska.</w:t>
            </w:r>
            <w:r>
              <w:rPr>
                <w:rStyle w:val="eop"/>
                <w:rFonts w:ascii="Corbel" w:hAnsi="Corbel" w:eastAsia="Calibri" w:cs="Segoe UI"/>
                <w:b/>
                <w:bCs/>
                <w:smallCaps/>
              </w:rPr>
              <w:t xml:space="preserve"> </w:t>
            </w:r>
          </w:p>
          <w:p w:rsidRPr="00590728" w:rsidR="00EE7F56" w:rsidP="00EE7F56" w:rsidRDefault="00EE7F56" w14:paraId="738610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1823AB7C" wp14:textId="77777777">
        <w:trPr>
          <w:trHeight w:val="397"/>
        </w:trPr>
        <w:tc>
          <w:tcPr>
            <w:tcW w:w="7513" w:type="dxa"/>
          </w:tcPr>
          <w:p w:rsidRPr="00590728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07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26030" w:rsidP="00E26030" w:rsidRDefault="00E26030" w14:paraId="0EA9F8FA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Bzdęga J., Gębska-</w:t>
            </w:r>
            <w:r>
              <w:rPr>
                <w:rStyle w:val="spellingerror"/>
                <w:rFonts w:ascii="Corbel" w:hAnsi="Corbel" w:cs="Segoe UI"/>
              </w:rPr>
              <w:t>Kuczerowska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contextualspellingandgrammarerror"/>
                <w:rFonts w:ascii="Corbel" w:hAnsi="Corbel" w:eastAsia="Calibri" w:cs="Segoe UI"/>
              </w:rPr>
              <w:t>A..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Epidemiologia w zdrowiu publicznym.</w:t>
            </w:r>
            <w:r>
              <w:rPr>
                <w:rStyle w:val="normaltextrun"/>
                <w:rFonts w:ascii="Corbel" w:hAnsi="Corbel" w:cs="Segoe UI"/>
              </w:rPr>
              <w:t xml:space="preserve"> Warszawa: </w:t>
            </w:r>
            <w:r>
              <w:rPr>
                <w:rStyle w:val="normaltextrun"/>
                <w:rFonts w:ascii="Lato" w:hAnsi="Lato" w:cs="Lato"/>
                <w:sz w:val="22"/>
                <w:szCs w:val="22"/>
                <w:shd w:val="clear" w:color="auto" w:fill="FFFFFF"/>
              </w:rPr>
              <w:t>Wydawnictwo Lekarskie PZWL.</w:t>
            </w:r>
            <w:r>
              <w:rPr>
                <w:rStyle w:val="eop"/>
                <w:rFonts w:ascii="Lato" w:hAnsi="Lato" w:cs="Lato"/>
                <w:sz w:val="22"/>
                <w:szCs w:val="22"/>
              </w:rPr>
              <w:t xml:space="preserve"> </w:t>
            </w:r>
          </w:p>
          <w:p w:rsidR="00E26030" w:rsidP="00E26030" w:rsidRDefault="00E26030" w14:paraId="1241C4C1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Gawęcki J., Roszkowski W.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Żywienie człowieka a zdrowie publiczne,</w:t>
            </w:r>
            <w:r>
              <w:rPr>
                <w:rStyle w:val="normaltextrun"/>
                <w:rFonts w:ascii="Corbel" w:hAnsi="Corbel" w:cs="Segoe UI"/>
              </w:rPr>
              <w:t xml:space="preserve"> t. 3. Warszawa: Wydawnictwo Naukowe PWN.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E26030" w:rsidP="00E26030" w:rsidRDefault="00E26030" w14:paraId="5F1089F2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Kulik T. (2000).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Zdrowie w medycynie i naukach społecznych. </w:t>
            </w:r>
            <w:r>
              <w:rPr>
                <w:rStyle w:val="normaltextrun"/>
                <w:rFonts w:ascii="Corbel" w:hAnsi="Corbel" w:cs="Segoe UI"/>
              </w:rPr>
              <w:t>Stalowa Wola: Oficyna Wydawnicza Fundacji Uniwersyteckiej. Wydział Nauk Społecznych Katolickiego Uniwersytetu Lubelskiego.</w:t>
            </w:r>
            <w:r>
              <w:rPr>
                <w:rStyle w:val="eop"/>
                <w:rFonts w:ascii="Corbel" w:hAnsi="Corbel" w:cs="Segoe UI"/>
              </w:rPr>
              <w:t xml:space="preserve"> </w:t>
            </w:r>
          </w:p>
          <w:p w:rsidR="00E26030" w:rsidP="00E26030" w:rsidRDefault="00E26030" w14:paraId="7BFDAB3C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Kulik T., </w:t>
            </w:r>
            <w:r>
              <w:rPr>
                <w:rStyle w:val="spellingerror"/>
                <w:rFonts w:ascii="Corbel" w:hAnsi="Corbel" w:cs="Segoe UI"/>
              </w:rPr>
              <w:t>Pacjan</w:t>
            </w:r>
            <w:r>
              <w:rPr>
                <w:rStyle w:val="normaltextrun"/>
                <w:rFonts w:ascii="Corbel" w:hAnsi="Corbel" w:cs="Segoe UI"/>
              </w:rPr>
              <w:t xml:space="preserve"> A. (2014). (red.).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Zdrowie publiczne. </w:t>
            </w:r>
            <w:r>
              <w:rPr>
                <w:rStyle w:val="normaltextrun"/>
                <w:rFonts w:ascii="Corbel" w:hAnsi="Corbel" w:cs="Segoe UI"/>
              </w:rPr>
              <w:t xml:space="preserve">Warszawa: </w:t>
            </w:r>
            <w:r>
              <w:rPr>
                <w:rStyle w:val="normaltextrun"/>
                <w:rFonts w:ascii="Lato" w:hAnsi="Lato" w:cs="Lato"/>
                <w:sz w:val="22"/>
                <w:szCs w:val="22"/>
                <w:shd w:val="clear" w:color="auto" w:fill="FFFFFF"/>
              </w:rPr>
              <w:t>Wydawnictwo Lekarskie PZWL.</w:t>
            </w:r>
            <w:r>
              <w:rPr>
                <w:rStyle w:val="eop"/>
                <w:rFonts w:ascii="Lato" w:hAnsi="Lato" w:cs="Lato"/>
                <w:sz w:val="22"/>
                <w:szCs w:val="22"/>
              </w:rPr>
              <w:t xml:space="preserve"> </w:t>
            </w:r>
          </w:p>
          <w:p w:rsidRPr="00E26030" w:rsidR="00EE7F56" w:rsidP="00E26030" w:rsidRDefault="00E26030" w14:paraId="2866A341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Orzechowska G. (2001).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Aktualne problemy gerontologii społecznej. </w:t>
            </w:r>
            <w:r>
              <w:rPr>
                <w:rStyle w:val="contextualspellingandgrammarerror"/>
                <w:rFonts w:ascii="Corbel" w:hAnsi="Corbel" w:eastAsia="Calibri" w:cs="Segoe UI"/>
              </w:rPr>
              <w:t>Olsztyn :</w:t>
            </w:r>
            <w:r>
              <w:rPr>
                <w:rStyle w:val="normaltextrun"/>
                <w:rFonts w:ascii="Corbel" w:hAnsi="Corbel" w:cs="Segoe UI"/>
              </w:rPr>
              <w:t xml:space="preserve"> Wydaw. Uniwersytetu Warmińsko-Mazurskiego.</w:t>
            </w:r>
          </w:p>
        </w:tc>
      </w:tr>
    </w:tbl>
    <w:p xmlns:wp14="http://schemas.microsoft.com/office/word/2010/wordml" w:rsidRPr="009C54AE" w:rsidR="0085747A" w:rsidP="009C54AE" w:rsidRDefault="0085747A" w14:paraId="637805D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463F29E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EE7F56">
      <w:footerReference w:type="default" r:id="rId8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5E1197" w:rsidP="00C16ABF" w:rsidRDefault="005E1197" w14:paraId="3A0FF5F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E1197" w:rsidP="00C16ABF" w:rsidRDefault="005E1197" w14:paraId="5630AD6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615443157"/>
      <w:docPartObj>
        <w:docPartGallery w:val="Page Numbers (Bottom of Page)"/>
        <w:docPartUnique/>
      </w:docPartObj>
    </w:sdtPr>
    <w:sdtContent>
      <w:p xmlns:wp14="http://schemas.microsoft.com/office/word/2010/wordml" w:rsidR="00EE7F56" w:rsidRDefault="00A2060D" w14:paraId="50230CC7" wp14:textId="77777777">
        <w:pPr>
          <w:pStyle w:val="Stopka"/>
          <w:jc w:val="right"/>
        </w:pPr>
        <w:r>
          <w:fldChar w:fldCharType="begin"/>
        </w:r>
        <w:r w:rsidR="003F36B0">
          <w:instrText xml:space="preserve"> PAGE   \* MERGEFORMAT </w:instrText>
        </w:r>
        <w:r>
          <w:fldChar w:fldCharType="separate"/>
        </w:r>
        <w:r w:rsidR="00E260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xmlns:wp14="http://schemas.microsoft.com/office/word/2010/wordml" w:rsidR="00EE7F56" w:rsidRDefault="00EE7F56" w14:paraId="3B7B4B86" wp14:textId="77777777">
    <w:pPr>
      <w:pStyle w:val="Stopk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5E1197" w:rsidP="00C16ABF" w:rsidRDefault="005E1197" w14:paraId="6182907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E1197" w:rsidP="00C16ABF" w:rsidRDefault="005E1197" w14:paraId="2BA226A1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azMDUyNDM0tzBT0lEKTi0uzszPAykwrAUAtjsAviwAAAA="/>
  </w:docVars>
  <w:rsids>
    <w:rsidRoot w:val="00BD66E9"/>
    <w:rsid w:val="000048FD"/>
    <w:rsid w:val="000077B4"/>
    <w:rsid w:val="00015B8F"/>
    <w:rsid w:val="00022ECE"/>
    <w:rsid w:val="000238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08B"/>
    <w:rsid w:val="000D04B0"/>
    <w:rsid w:val="000F1C57"/>
    <w:rsid w:val="000F51EA"/>
    <w:rsid w:val="000F5615"/>
    <w:rsid w:val="00124BFF"/>
    <w:rsid w:val="0012560E"/>
    <w:rsid w:val="00127108"/>
    <w:rsid w:val="00134B13"/>
    <w:rsid w:val="001440A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410"/>
    <w:rsid w:val="001A70D2"/>
    <w:rsid w:val="001D415B"/>
    <w:rsid w:val="001D657B"/>
    <w:rsid w:val="001D7B54"/>
    <w:rsid w:val="001E0209"/>
    <w:rsid w:val="001F2CA2"/>
    <w:rsid w:val="00213327"/>
    <w:rsid w:val="002144C0"/>
    <w:rsid w:val="0022477D"/>
    <w:rsid w:val="002278A9"/>
    <w:rsid w:val="002336F9"/>
    <w:rsid w:val="0024028F"/>
    <w:rsid w:val="00244ABC"/>
    <w:rsid w:val="00257AA8"/>
    <w:rsid w:val="002765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C89"/>
    <w:rsid w:val="003151C5"/>
    <w:rsid w:val="00325869"/>
    <w:rsid w:val="003343CF"/>
    <w:rsid w:val="00346FE9"/>
    <w:rsid w:val="0034759A"/>
    <w:rsid w:val="003503F6"/>
    <w:rsid w:val="003530DD"/>
    <w:rsid w:val="00363F78"/>
    <w:rsid w:val="003669A1"/>
    <w:rsid w:val="003A0A5B"/>
    <w:rsid w:val="003A1176"/>
    <w:rsid w:val="003A34E0"/>
    <w:rsid w:val="003C0BAE"/>
    <w:rsid w:val="003D08EC"/>
    <w:rsid w:val="003D18A9"/>
    <w:rsid w:val="003D6CE2"/>
    <w:rsid w:val="003E1941"/>
    <w:rsid w:val="003E2FE6"/>
    <w:rsid w:val="003E49D5"/>
    <w:rsid w:val="003F205D"/>
    <w:rsid w:val="003F36B0"/>
    <w:rsid w:val="003F38C0"/>
    <w:rsid w:val="003F59F0"/>
    <w:rsid w:val="003F722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AD"/>
    <w:rsid w:val="00490F7D"/>
    <w:rsid w:val="00491626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7A1"/>
    <w:rsid w:val="0056696D"/>
    <w:rsid w:val="00590728"/>
    <w:rsid w:val="0059484D"/>
    <w:rsid w:val="005A0855"/>
    <w:rsid w:val="005A3196"/>
    <w:rsid w:val="005C080F"/>
    <w:rsid w:val="005C55E5"/>
    <w:rsid w:val="005C696A"/>
    <w:rsid w:val="005E1197"/>
    <w:rsid w:val="005E6E85"/>
    <w:rsid w:val="005F31D2"/>
    <w:rsid w:val="00605C8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3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9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A23"/>
    <w:rsid w:val="008F6E29"/>
    <w:rsid w:val="00916188"/>
    <w:rsid w:val="00923D7D"/>
    <w:rsid w:val="0093556D"/>
    <w:rsid w:val="009508DF"/>
    <w:rsid w:val="00950DAC"/>
    <w:rsid w:val="00954A07"/>
    <w:rsid w:val="0097238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60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242"/>
    <w:rsid w:val="00AB053C"/>
    <w:rsid w:val="00AD1146"/>
    <w:rsid w:val="00AD27D3"/>
    <w:rsid w:val="00AD4CC0"/>
    <w:rsid w:val="00AD66D6"/>
    <w:rsid w:val="00AD707A"/>
    <w:rsid w:val="00AE0DF0"/>
    <w:rsid w:val="00AE1160"/>
    <w:rsid w:val="00AE203C"/>
    <w:rsid w:val="00AE2E74"/>
    <w:rsid w:val="00AE5FCB"/>
    <w:rsid w:val="00AF094A"/>
    <w:rsid w:val="00AF2C1E"/>
    <w:rsid w:val="00B06142"/>
    <w:rsid w:val="00B135B1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9C8"/>
    <w:rsid w:val="00B82308"/>
    <w:rsid w:val="00B90885"/>
    <w:rsid w:val="00BA32A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6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021"/>
    <w:rsid w:val="00DD34B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030"/>
    <w:rsid w:val="00E4721C"/>
    <w:rsid w:val="00E5100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F56"/>
    <w:rsid w:val="00F070AB"/>
    <w:rsid w:val="00F17567"/>
    <w:rsid w:val="00F25B43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598F901"/>
    <w:rsid w:val="223ADE88"/>
    <w:rsid w:val="76429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B34447"/>
  <w15:docId w15:val="{B04C0E15-D749-4ADF-94C5-7F3AC4410B6F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E2603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spellingerror" w:customStyle="1">
    <w:name w:val="spellingerror"/>
    <w:basedOn w:val="Domylnaczcionkaakapitu"/>
    <w:rsid w:val="00E26030"/>
  </w:style>
  <w:style w:type="character" w:styleId="normaltextrun" w:customStyle="1">
    <w:name w:val="normaltextrun"/>
    <w:basedOn w:val="Domylnaczcionkaakapitu"/>
    <w:rsid w:val="00E26030"/>
  </w:style>
  <w:style w:type="character" w:styleId="eop" w:customStyle="1">
    <w:name w:val="eop"/>
    <w:basedOn w:val="Domylnaczcionkaakapitu"/>
    <w:rsid w:val="00E26030"/>
  </w:style>
  <w:style w:type="character" w:styleId="contextualspellingandgrammarerror" w:customStyle="1">
    <w:name w:val="contextualspellingandgrammarerror"/>
    <w:basedOn w:val="Domylnaczcionkaakapitu"/>
    <w:rsid w:val="00E26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7df222c0b65547e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9e2f5-5bd0-453e-a683-d192f38e3222}"/>
      </w:docPartPr>
      <w:docPartBody>
        <w:p w14:paraId="372C60F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7DD424-0EE4-40E6-9146-5D9CA8D9C9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CFEDB-C7CD-41AB-9922-00B3ACE8DB22}"/>
</file>

<file path=customXml/itemProps3.xml><?xml version="1.0" encoding="utf-8"?>
<ds:datastoreItem xmlns:ds="http://schemas.openxmlformats.org/officeDocument/2006/customXml" ds:itemID="{433E7CF8-6183-4C0E-B007-356603D8A86B}"/>
</file>

<file path=customXml/itemProps4.xml><?xml version="1.0" encoding="utf-8"?>
<ds:datastoreItem xmlns:ds="http://schemas.openxmlformats.org/officeDocument/2006/customXml" ds:itemID="{4A452277-7137-42FF-AA91-FA4912B3A8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4</revision>
  <lastPrinted>2019-07-17T12:58:00.0000000Z</lastPrinted>
  <dcterms:created xsi:type="dcterms:W3CDTF">2021-10-01T09:36:00.0000000Z</dcterms:created>
  <dcterms:modified xsi:type="dcterms:W3CDTF">2021-10-05T19:11:35.9960881Z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